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6426C5A" w:rsidR="00535E9B" w:rsidRDefault="00FD4B8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FD4B8D">
        <w:rPr>
          <w:rFonts w:ascii="Verdana" w:eastAsia="Verdana" w:hAnsi="Verdana" w:cs="Times New Roman"/>
          <w:b/>
        </w:rPr>
        <w:t>ZAŁĄCZNIK NR</w:t>
      </w:r>
      <w:r w:rsidR="00CA68BA">
        <w:rPr>
          <w:rFonts w:ascii="Verdana" w:eastAsia="Verdana" w:hAnsi="Verdana" w:cs="Times New Roman"/>
          <w:b/>
        </w:rPr>
        <w:t xml:space="preserve"> </w:t>
      </w:r>
      <w:r w:rsidR="0016271E">
        <w:rPr>
          <w:rFonts w:ascii="Verdana" w:eastAsia="Verdana" w:hAnsi="Verdana" w:cs="Times New Roman"/>
          <w:b/>
        </w:rPr>
        <w:t>10</w:t>
      </w:r>
      <w:r w:rsidRPr="00FD4B8D">
        <w:rPr>
          <w:rFonts w:ascii="Verdana" w:eastAsia="Verdana" w:hAnsi="Verdana" w:cs="Times New Roman"/>
          <w:b/>
        </w:rPr>
        <w:t xml:space="preserve"> DO SWZ – WYKAZ POTENCJAŁU TECHNICZNEGO </w:t>
      </w:r>
    </w:p>
    <w:p w14:paraId="40B95D0E" w14:textId="3CBC6934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231CBAD2" w14:textId="77777777" w:rsidR="006F0C13" w:rsidRPr="00535E9B" w:rsidRDefault="006F0C13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965"/>
        <w:gridCol w:w="1700"/>
        <w:gridCol w:w="4253"/>
      </w:tblGrid>
      <w:tr w:rsidR="00B67D39" w:rsidRPr="006B56FD" w14:paraId="7AAC9FB8" w14:textId="77777777" w:rsidTr="006F0C13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66446CB" w14:textId="77777777" w:rsidR="00CA68BA" w:rsidRPr="00CA68BA" w:rsidRDefault="00CA68BA" w:rsidP="00CA68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A68BA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FFCC3C5" w14:textId="77777777" w:rsidR="00CA68BA" w:rsidRPr="00CA68BA" w:rsidRDefault="00CA68BA" w:rsidP="00CA68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CA68BA">
              <w:rPr>
                <w:rFonts w:asciiTheme="minorHAnsi" w:hAnsiTheme="minorHAnsi" w:cstheme="minorHAnsi"/>
                <w:bCs/>
              </w:rPr>
              <w:t>w imieniu i na rzecz której działa:</w:t>
            </w:r>
          </w:p>
          <w:p w14:paraId="0EEF373C" w14:textId="77777777" w:rsidR="00CA68BA" w:rsidRPr="00CA68BA" w:rsidRDefault="00CA68BA" w:rsidP="00CA68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CA68BA">
              <w:rPr>
                <w:rFonts w:asciiTheme="minorHAnsi" w:hAnsiTheme="minorHAnsi" w:cstheme="minorHAnsi"/>
                <w:b/>
              </w:rPr>
              <w:t>PGE Dystrybucja S.A. Oddział Zamość</w:t>
            </w:r>
          </w:p>
          <w:p w14:paraId="3F4CA6ED" w14:textId="0A26A409" w:rsidR="00B67D39" w:rsidRPr="006B56FD" w:rsidRDefault="00CA68BA" w:rsidP="00CA68B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A68BA">
              <w:rPr>
                <w:rFonts w:asciiTheme="minorHAnsi" w:hAnsiTheme="minorHAnsi" w:cstheme="minorHAnsi"/>
                <w:b/>
              </w:rPr>
              <w:t>ul. Koźmiana 1, 22-400 Zamość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37869ADD" w:rsidR="00381365" w:rsidRPr="00B67D39" w:rsidRDefault="00FD4B8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FD4B8D">
        <w:rPr>
          <w:rFonts w:cstheme="minorHAnsi"/>
          <w:b/>
          <w:szCs w:val="18"/>
        </w:rPr>
        <w:t>WYKAZ POTENCJAŁU TECHNICZNEGO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695A5D32" w:rsidR="00381365" w:rsidRPr="0016271E" w:rsidRDefault="00FD4B8D" w:rsidP="0016271E">
      <w:pPr>
        <w:spacing w:after="120"/>
        <w:jc w:val="both"/>
        <w:rPr>
          <w:rFonts w:cstheme="minorHAnsi"/>
          <w:b/>
          <w:bCs/>
          <w:lang w:eastAsia="pl-PL"/>
        </w:rPr>
      </w:pPr>
      <w:r w:rsidRPr="00FD4B8D">
        <w:rPr>
          <w:rFonts w:cstheme="minorHAnsi"/>
          <w:lang w:eastAsia="pl-PL"/>
        </w:rPr>
        <w:t xml:space="preserve">Składając Ofertę w postępowaniu zakupowym nr </w:t>
      </w:r>
      <w:r w:rsidR="0016271E" w:rsidRPr="0016271E">
        <w:rPr>
          <w:rFonts w:cstheme="minorHAnsi"/>
          <w:b/>
          <w:bCs/>
          <w:lang w:eastAsia="pl-PL"/>
        </w:rPr>
        <w:t>POST/DYS/OZ/GZ/00274/2026</w:t>
      </w:r>
      <w:r w:rsidR="0016271E">
        <w:rPr>
          <w:rFonts w:cstheme="minorHAnsi"/>
          <w:b/>
          <w:bCs/>
          <w:lang w:eastAsia="pl-PL"/>
        </w:rPr>
        <w:t xml:space="preserve"> </w:t>
      </w:r>
      <w:r w:rsidRPr="00FD4B8D">
        <w:rPr>
          <w:rFonts w:cstheme="minorHAnsi"/>
          <w:lang w:eastAsia="pl-PL"/>
        </w:rPr>
        <w:t xml:space="preserve">prowadzonym w trybie przetargu nieograniczonego pn. </w:t>
      </w:r>
      <w:r w:rsidR="0016271E" w:rsidRPr="0016271E">
        <w:rPr>
          <w:rFonts w:ascii="Verdana" w:eastAsia="Times New Roman" w:hAnsi="Verdana" w:cs="Arial"/>
          <w:b/>
          <w:bCs/>
          <w:szCs w:val="18"/>
        </w:rPr>
        <w:t>Zmniejszenie gabarytów gniazd bociana białego na terenie RE 04</w:t>
      </w:r>
      <w:r w:rsidRPr="00FD4B8D">
        <w:rPr>
          <w:rFonts w:cstheme="minorHAnsi"/>
        </w:rPr>
        <w:t xml:space="preserve">, </w:t>
      </w:r>
      <w:r w:rsidRPr="00FD4B8D">
        <w:rPr>
          <w:rFonts w:cstheme="minorHAnsi"/>
          <w:b/>
          <w:lang w:eastAsia="pl-PL"/>
        </w:rPr>
        <w:t>oświadczamy</w:t>
      </w:r>
      <w:r w:rsidRPr="00FD4B8D">
        <w:rPr>
          <w:rFonts w:cstheme="minorHAnsi"/>
          <w:lang w:eastAsia="pl-PL"/>
        </w:rPr>
        <w:t xml:space="preserve">, </w:t>
      </w:r>
      <w:r w:rsidRPr="00FD4B8D">
        <w:rPr>
          <w:rFonts w:cstheme="minorHAnsi"/>
          <w:bCs/>
          <w:lang w:eastAsia="pl-PL"/>
        </w:rPr>
        <w:t>że</w:t>
      </w:r>
      <w:r w:rsidRPr="00FD4B8D">
        <w:rPr>
          <w:rFonts w:cstheme="minorHAnsi"/>
          <w:lang w:eastAsia="pl-PL"/>
        </w:rPr>
        <w:t xml:space="preserve"> dysponujemy specjalistycznym sprzętem</w:t>
      </w:r>
      <w:r w:rsidR="00CA68BA">
        <w:rPr>
          <w:rFonts w:cstheme="minorHAnsi"/>
          <w:lang w:eastAsia="pl-PL"/>
        </w:rPr>
        <w:t xml:space="preserve"> </w:t>
      </w:r>
      <w:r w:rsidRPr="00FD4B8D">
        <w:rPr>
          <w:rFonts w:cstheme="minorHAnsi"/>
          <w:lang w:eastAsia="pl-PL"/>
        </w:rPr>
        <w:t>jak niżej:</w:t>
      </w:r>
    </w:p>
    <w:p w14:paraId="33AD676B" w14:textId="0665C7D3" w:rsidR="00B67D39" w:rsidRPr="00FD4B8D" w:rsidRDefault="00B67D39" w:rsidP="00381365">
      <w:pPr>
        <w:rPr>
          <w:rFonts w:cstheme="minorHAnsi"/>
          <w:sz w:val="1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4368"/>
        <w:gridCol w:w="2073"/>
        <w:gridCol w:w="2858"/>
      </w:tblGrid>
      <w:tr w:rsidR="00FD4B8D" w:rsidRPr="00FD4B8D" w14:paraId="760E8ACB" w14:textId="77777777" w:rsidTr="006F0C1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67DE1FD" w14:textId="77777777" w:rsidR="00FD4B8D" w:rsidRPr="006F0C13" w:rsidRDefault="00FD4B8D" w:rsidP="006F0C13">
            <w:pPr>
              <w:pStyle w:val="opis"/>
              <w:tabs>
                <w:tab w:val="left" w:pos="415"/>
              </w:tabs>
              <w:spacing w:line="24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</w:rPr>
            </w:pPr>
            <w:r w:rsidRPr="006F0C13">
              <w:rPr>
                <w:rFonts w:asciiTheme="minorHAnsi" w:hAnsiTheme="minorHAnsi" w:cstheme="minorHAnsi"/>
                <w:sz w:val="18"/>
              </w:rPr>
              <w:t>Lp.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6537DFB" w14:textId="37FB8E3E" w:rsidR="00FD4B8D" w:rsidRPr="006F0C13" w:rsidRDefault="00FD4B8D" w:rsidP="006F0C13">
            <w:pPr>
              <w:pStyle w:val="opis"/>
              <w:spacing w:line="240" w:lineRule="auto"/>
              <w:ind w:left="-51" w:right="85"/>
              <w:jc w:val="center"/>
              <w:rPr>
                <w:rFonts w:asciiTheme="minorHAnsi" w:hAnsiTheme="minorHAnsi" w:cstheme="minorHAnsi"/>
                <w:bCs/>
                <w:sz w:val="18"/>
              </w:rPr>
            </w:pPr>
            <w:r w:rsidRPr="006F0C13">
              <w:rPr>
                <w:rFonts w:asciiTheme="minorHAnsi" w:hAnsiTheme="minorHAnsi" w:cstheme="minorHAnsi"/>
                <w:sz w:val="18"/>
              </w:rPr>
              <w:t>Wykaz</w:t>
            </w:r>
            <w:r w:rsidRPr="006F0C13">
              <w:rPr>
                <w:rFonts w:asciiTheme="minorHAnsi" w:hAnsiTheme="minorHAnsi" w:cstheme="minorHAnsi"/>
                <w:bCs/>
                <w:sz w:val="18"/>
              </w:rPr>
              <w:t xml:space="preserve"> narzędzi / sprzętu / aparatury / wyposażenia zakładu / urządzeń technicznych</w:t>
            </w:r>
          </w:p>
          <w:p w14:paraId="1C14BC36" w14:textId="77777777" w:rsidR="00FD4B8D" w:rsidRPr="006F0C13" w:rsidRDefault="00FD4B8D" w:rsidP="006F0C13">
            <w:pPr>
              <w:pStyle w:val="opis"/>
              <w:spacing w:line="240" w:lineRule="auto"/>
              <w:ind w:left="-51" w:right="85"/>
              <w:jc w:val="center"/>
              <w:rPr>
                <w:rFonts w:asciiTheme="minorHAnsi" w:hAnsiTheme="minorHAnsi" w:cstheme="minorHAnsi"/>
                <w:sz w:val="18"/>
              </w:rPr>
            </w:pPr>
            <w:r w:rsidRPr="006F0C13">
              <w:rPr>
                <w:rFonts w:asciiTheme="minorHAnsi" w:hAnsiTheme="minorHAnsi" w:cstheme="minorHAnsi"/>
                <w:bCs/>
                <w:sz w:val="18"/>
              </w:rPr>
              <w:t>dostępnych  Wykonawcy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28515AB" w14:textId="77777777" w:rsidR="00FD4B8D" w:rsidRPr="006F0C13" w:rsidRDefault="00FD4B8D" w:rsidP="006F0C13">
            <w:pPr>
              <w:pStyle w:val="opis"/>
              <w:spacing w:line="24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</w:rPr>
            </w:pPr>
            <w:r w:rsidRPr="006F0C13">
              <w:rPr>
                <w:rFonts w:asciiTheme="minorHAnsi" w:hAnsiTheme="minorHAnsi" w:cstheme="minorHAnsi"/>
                <w:sz w:val="18"/>
              </w:rPr>
              <w:t>Ilość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69D27DA" w14:textId="77777777" w:rsidR="00FD4B8D" w:rsidRPr="00FD4B8D" w:rsidRDefault="00FD4B8D" w:rsidP="006F0C13">
            <w:pPr>
              <w:pStyle w:val="opis"/>
              <w:spacing w:line="240" w:lineRule="auto"/>
              <w:ind w:left="0" w:right="0"/>
              <w:jc w:val="center"/>
              <w:rPr>
                <w:rFonts w:asciiTheme="minorHAnsi" w:hAnsiTheme="minorHAnsi" w:cstheme="minorHAnsi"/>
                <w:b/>
                <w:sz w:val="18"/>
              </w:rPr>
            </w:pPr>
            <w:r w:rsidRPr="00CA68BA">
              <w:rPr>
                <w:rFonts w:asciiTheme="minorHAnsi" w:hAnsiTheme="minorHAnsi" w:cstheme="minorHAnsi"/>
                <w:b/>
                <w:sz w:val="18"/>
              </w:rPr>
              <w:t xml:space="preserve">…. </w:t>
            </w:r>
            <w:r w:rsidRPr="00CA68BA">
              <w:rPr>
                <w:rFonts w:asciiTheme="minorHAnsi" w:hAnsiTheme="minorHAnsi" w:cstheme="minorHAnsi"/>
                <w:sz w:val="18"/>
              </w:rPr>
              <w:t>[wskazać inne, jeśli dotyczy]</w:t>
            </w:r>
          </w:p>
        </w:tc>
      </w:tr>
      <w:tr w:rsidR="00FD4B8D" w:rsidRPr="00FD4B8D" w14:paraId="561DF50A" w14:textId="77777777" w:rsidTr="006F0C13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7B38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  <w:r w:rsidRPr="00FD4B8D">
              <w:rPr>
                <w:rFonts w:asciiTheme="minorHAnsi" w:hAnsiTheme="minorHAnsi" w:cstheme="minorHAnsi"/>
                <w:sz w:val="18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D55B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DEDF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F08B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2BC72346" w14:textId="77777777" w:rsidTr="006F0C13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53BA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  <w:r w:rsidRPr="00FD4B8D">
              <w:rPr>
                <w:rFonts w:asciiTheme="minorHAnsi" w:hAnsiTheme="minorHAnsi" w:cstheme="minorHAnsi"/>
                <w:sz w:val="18"/>
              </w:rPr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F145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AB0B9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A55B7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6BC576F8" w14:textId="77777777" w:rsidTr="006F0C13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10D73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A029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2540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F8B7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10CCCB6B" w14:textId="77777777" w:rsidTr="006F0C13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F6EA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3B5C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15C8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7FF0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498F5C32" w14:textId="77777777" w:rsidTr="006F0C13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8850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20A2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A9D6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5F6A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  <w:tr w:rsidR="00FD4B8D" w:rsidRPr="00FD4B8D" w14:paraId="32C79561" w14:textId="77777777" w:rsidTr="006F0C13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B937" w14:textId="77777777" w:rsidR="00FD4B8D" w:rsidRPr="00FD4B8D" w:rsidRDefault="00FD4B8D" w:rsidP="006F0C13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E3EA9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69E68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BA6C" w14:textId="77777777" w:rsidR="00FD4B8D" w:rsidRPr="00FD4B8D" w:rsidRDefault="00FD4B8D" w:rsidP="006F0C13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b/>
                <w:sz w:val="18"/>
              </w:rPr>
            </w:pPr>
          </w:p>
        </w:tc>
      </w:tr>
    </w:tbl>
    <w:p w14:paraId="250CEC1D" w14:textId="77777777" w:rsidR="00FD4B8D" w:rsidRDefault="00FD4B8D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5E43C9F1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</w:t>
      </w:r>
      <w:r w:rsidR="006F0C13">
        <w:rPr>
          <w:rFonts w:cstheme="minorHAnsi"/>
          <w:sz w:val="16"/>
          <w:szCs w:val="16"/>
        </w:rPr>
        <w:t>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bookmarkEnd w:id="0"/>
    <w:bookmarkEnd w:id="1"/>
    <w:bookmarkEnd w:id="2"/>
    <w:bookmarkEnd w:id="3"/>
    <w:bookmarkEnd w:id="4"/>
    <w:bookmarkEnd w:id="5"/>
    <w:p w14:paraId="52B295E2" w14:textId="0307953D" w:rsidR="00535E9B" w:rsidRPr="00A62B4C" w:rsidRDefault="00535E9B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B81CF" w14:textId="77777777" w:rsidR="007F2AC7" w:rsidRDefault="007F2AC7" w:rsidP="00582CE9">
      <w:pPr>
        <w:spacing w:after="0"/>
      </w:pPr>
      <w:r>
        <w:separator/>
      </w:r>
    </w:p>
  </w:endnote>
  <w:endnote w:type="continuationSeparator" w:id="0">
    <w:p w14:paraId="07A8D653" w14:textId="77777777" w:rsidR="007F2AC7" w:rsidRDefault="007F2A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11CB62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C1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9B0C2" w14:textId="77777777" w:rsidR="007F2AC7" w:rsidRDefault="007F2AC7" w:rsidP="00582CE9">
      <w:pPr>
        <w:spacing w:after="0"/>
      </w:pPr>
      <w:r>
        <w:separator/>
      </w:r>
    </w:p>
  </w:footnote>
  <w:footnote w:type="continuationSeparator" w:id="0">
    <w:p w14:paraId="5502967E" w14:textId="77777777" w:rsidR="007F2AC7" w:rsidRDefault="007F2A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5AF71BBE" w14:textId="1E8BC7B7" w:rsidR="0016271E" w:rsidRPr="0016271E" w:rsidRDefault="00347E8D" w:rsidP="0016271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4F03771" w:rsidR="00347E8D" w:rsidRPr="006B2C28" w:rsidRDefault="0016271E" w:rsidP="0016271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6271E">
            <w:rPr>
              <w:rFonts w:asciiTheme="majorHAnsi" w:hAnsiTheme="majorHAnsi"/>
              <w:color w:val="000000" w:themeColor="text1"/>
              <w:sz w:val="14"/>
              <w:szCs w:val="18"/>
            </w:rPr>
            <w:t>POST/DYS/OZ/GZ/00274/2026</w: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anchorId="119DCD96" wp14:editId="3E304B87">
                    <wp:simplePos x="0" y="0"/>
                    <wp:positionH relativeFrom="page">
                      <wp:posOffset>-1610360</wp:posOffset>
                    </wp:positionH>
                    <wp:positionV relativeFrom="page">
                      <wp:posOffset>541020</wp:posOffset>
                    </wp:positionV>
                    <wp:extent cx="7560310" cy="85090"/>
                    <wp:effectExtent l="0" t="0" r="0" b="10160"/>
                    <wp:wrapNone/>
      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 flipV="1">
                              <a:off x="0" y="0"/>
                              <a:ext cx="7560310" cy="8509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5F2E8B" w14:textId="371BFB3C" w:rsidR="00A62B4C" w:rsidRPr="00A62B4C" w:rsidRDefault="00A62B4C" w:rsidP="0016271E">
                                <w:pPr>
                                  <w:spacing w:after="0"/>
                                  <w:rPr>
                                    <w:rFonts w:ascii="Calibri" w:hAnsi="Calibri" w:cs="Calibri"/>
                                    <w:color w:val="008000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9DCD96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-126.8pt;margin-top:42.6pt;width:595.3pt;height:6.7pt;flip:y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" o:allowincell="f" filled="f" stroked="f" strokeweight=".5pt">
                    <v:textbox inset=",0,20pt,0">
                      <w:txbxContent>
                        <w:p w14:paraId="7B5F2E8B" w14:textId="371BFB3C" w:rsidR="00A62B4C" w:rsidRPr="00A62B4C" w:rsidRDefault="00A62B4C" w:rsidP="0016271E">
                          <w:pPr>
                            <w:spacing w:after="0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74603C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1695930">
    <w:abstractNumId w:val="17"/>
  </w:num>
  <w:num w:numId="2" w16cid:durableId="64646540">
    <w:abstractNumId w:val="7"/>
  </w:num>
  <w:num w:numId="3" w16cid:durableId="224800167">
    <w:abstractNumId w:val="12"/>
  </w:num>
  <w:num w:numId="4" w16cid:durableId="837770599">
    <w:abstractNumId w:val="19"/>
  </w:num>
  <w:num w:numId="5" w16cid:durableId="1446268808">
    <w:abstractNumId w:val="17"/>
  </w:num>
  <w:num w:numId="6" w16cid:durableId="72360763">
    <w:abstractNumId w:val="17"/>
  </w:num>
  <w:num w:numId="7" w16cid:durableId="952978347">
    <w:abstractNumId w:val="3"/>
  </w:num>
  <w:num w:numId="8" w16cid:durableId="697588245">
    <w:abstractNumId w:val="26"/>
  </w:num>
  <w:num w:numId="9" w16cid:durableId="1689019368">
    <w:abstractNumId w:val="16"/>
  </w:num>
  <w:num w:numId="10" w16cid:durableId="42678398">
    <w:abstractNumId w:val="4"/>
  </w:num>
  <w:num w:numId="11" w16cid:durableId="1530142801">
    <w:abstractNumId w:val="13"/>
  </w:num>
  <w:num w:numId="12" w16cid:durableId="808546983">
    <w:abstractNumId w:val="11"/>
  </w:num>
  <w:num w:numId="13" w16cid:durableId="963773524">
    <w:abstractNumId w:val="25"/>
  </w:num>
  <w:num w:numId="14" w16cid:durableId="1271166003">
    <w:abstractNumId w:val="21"/>
  </w:num>
  <w:num w:numId="15" w16cid:durableId="1567493780">
    <w:abstractNumId w:val="15"/>
  </w:num>
  <w:num w:numId="16" w16cid:durableId="130249861">
    <w:abstractNumId w:val="9"/>
  </w:num>
  <w:num w:numId="17" w16cid:durableId="316493224">
    <w:abstractNumId w:val="5"/>
  </w:num>
  <w:num w:numId="18" w16cid:durableId="14465422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9149282">
    <w:abstractNumId w:val="0"/>
  </w:num>
  <w:num w:numId="20" w16cid:durableId="1452166907">
    <w:abstractNumId w:val="27"/>
  </w:num>
  <w:num w:numId="21" w16cid:durableId="1441796109">
    <w:abstractNumId w:val="1"/>
  </w:num>
  <w:num w:numId="22" w16cid:durableId="747045079">
    <w:abstractNumId w:val="14"/>
  </w:num>
  <w:num w:numId="23" w16cid:durableId="282345537">
    <w:abstractNumId w:val="10"/>
  </w:num>
  <w:num w:numId="24" w16cid:durableId="138502292">
    <w:abstractNumId w:val="20"/>
  </w:num>
  <w:num w:numId="25" w16cid:durableId="1267736315">
    <w:abstractNumId w:val="24"/>
  </w:num>
  <w:num w:numId="26" w16cid:durableId="1706978354">
    <w:abstractNumId w:val="2"/>
  </w:num>
  <w:num w:numId="27" w16cid:durableId="1603761053">
    <w:abstractNumId w:val="23"/>
  </w:num>
  <w:num w:numId="28" w16cid:durableId="267783609">
    <w:abstractNumId w:val="22"/>
  </w:num>
  <w:num w:numId="29" w16cid:durableId="14485427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89657719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192A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271E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6B4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0CAD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572D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231F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0C13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AC7"/>
    <w:rsid w:val="00812E3F"/>
    <w:rsid w:val="008130D5"/>
    <w:rsid w:val="0081735D"/>
    <w:rsid w:val="008217CE"/>
    <w:rsid w:val="00827A7E"/>
    <w:rsid w:val="00831596"/>
    <w:rsid w:val="00836B09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8BA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45AB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BC77EF767861478A86503B36375C8B" ma:contentTypeVersion="2" ma:contentTypeDescription="Utwórz nowy dokument." ma:contentTypeScope="" ma:versionID="1eb5a476393040298a5cfd4e8afda681">
  <xsd:schema xmlns:xsd="http://www.w3.org/2001/XMLSchema" xmlns:xs="http://www.w3.org/2001/XMLSchema" xmlns:p="http://schemas.microsoft.com/office/2006/metadata/properties" xmlns:ns2="ab6a7fc3-c441-41c3-bbfc-a960266391eb" targetNamespace="http://schemas.microsoft.com/office/2006/metadata/properties" ma:root="true" ma:fieldsID="96b4cf12488c52a36dc61bc329d6bc49" ns2:_="">
    <xsd:import namespace="ab6a7fc3-c441-41c3-bbfc-a960266391e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a7fc3-c441-41c3-bbfc-a960266391e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E7A272-BD54-4775-BB0D-1B901B0834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463D6B-6DB6-4905-B4AD-6E64CE773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elements/1.1/"/>
    <ds:schemaRef ds:uri="ab6a7fc3-c441-41c3-bbfc-a960266391eb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Swatowska Beata [PGE Dystr. O.Zamość]</cp:lastModifiedBy>
  <cp:revision>4</cp:revision>
  <cp:lastPrinted>2024-07-15T11:21:00Z</cp:lastPrinted>
  <dcterms:created xsi:type="dcterms:W3CDTF">2025-11-05T10:36:00Z</dcterms:created>
  <dcterms:modified xsi:type="dcterms:W3CDTF">2026-01-29T11:54:00Z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0x010100E2BC77EF767861478A86503B36375C8B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</Properties>
</file>